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484329" w:themeColor="background2" w:themeShade="3F"/>
  <w:body>
    <w:p w14:paraId="37C990C5" w14:textId="3FAE3834" w:rsidR="00DC4F0C" w:rsidRDefault="00EF794E" w:rsidP="00912661">
      <w:pPr>
        <w:spacing w:after="0"/>
      </w:pPr>
      <w:r>
        <w:rPr>
          <w:noProof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 wp14:anchorId="19AEF2FE" wp14:editId="3DD348DB">
                <wp:simplePos x="0" y="0"/>
                <wp:positionH relativeFrom="column">
                  <wp:posOffset>429260</wp:posOffset>
                </wp:positionH>
                <wp:positionV relativeFrom="paragraph">
                  <wp:posOffset>393700</wp:posOffset>
                </wp:positionV>
                <wp:extent cx="4023360" cy="2346960"/>
                <wp:effectExtent l="0" t="0" r="0" b="0"/>
                <wp:wrapNone/>
                <wp:docPr id="1576794923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chemeClr val="bg2"/>
                        </a:solidFill>
                      </wpc:bg>
                      <wpc:whole/>
                      <wps:wsp>
                        <wps:cNvPr id="204343471" name="Heart 204343471"/>
                        <wps:cNvSpPr/>
                        <wps:spPr>
                          <a:xfrm>
                            <a:off x="1348740" y="594360"/>
                            <a:ext cx="1455420" cy="1059180"/>
                          </a:xfrm>
                          <a:prstGeom prst="hear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11F9D7" id="Canvas 1" o:spid="_x0000_s1026" editas="canvas" style="position:absolute;margin-left:33.8pt;margin-top:31pt;width:316.8pt;height:184.8pt;z-index:251659264;mso-width-relative:margin;mso-height-relative:margin" coordsize="40233,234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0233;height:23469;visibility:visible;mso-wrap-style:square" filled="t" fillcolor="#eeece1 [3214]">
                  <v:fill o:detectmouseclick="t"/>
                  <v:path o:connecttype="none"/>
                </v:shape>
                <v:shape id="Heart 204343471" o:spid="_x0000_s1028" style="position:absolute;left:13487;top:5943;width:14554;height:10592;visibility:visible;mso-wrap-style:square;v-text-anchor:middle" coordsize="1455420,1059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" path="m727710,264795v303213,-617855,1485741,,,794385c-758031,264795,424498,-353060,727710,264795xe" fillcolor="red" stroked="f" strokeweight="2pt">
                  <v:path arrowok="t" o:connecttype="custom" o:connectlocs="727710,264795;727710,1059180;727710,264795" o:connectangles="0,0,0"/>
                </v:shape>
              </v:group>
            </w:pict>
          </mc:Fallback>
        </mc:AlternateContent>
      </w:r>
    </w:p>
    <w:sectPr w:rsidR="00DC4F0C" w:rsidSect="00912661">
      <w:pgSz w:w="8392" w:h="5954" w:orient="landscape" w:code="70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defaultTabStop w:val="720"/>
  <w:hyphenationZone w:val="425"/>
  <w:drawingGridHorizontalSpacing w:val="284"/>
  <w:drawingGridVerticalSpacing w:val="284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94E"/>
    <w:rsid w:val="000C1ECD"/>
    <w:rsid w:val="002B63F0"/>
    <w:rsid w:val="00321565"/>
    <w:rsid w:val="00326855"/>
    <w:rsid w:val="004631B1"/>
    <w:rsid w:val="004E38BB"/>
    <w:rsid w:val="005702D9"/>
    <w:rsid w:val="0062363A"/>
    <w:rsid w:val="007257C4"/>
    <w:rsid w:val="0087728C"/>
    <w:rsid w:val="00912661"/>
    <w:rsid w:val="00936920"/>
    <w:rsid w:val="00AB7264"/>
    <w:rsid w:val="00B1519E"/>
    <w:rsid w:val="00BB620D"/>
    <w:rsid w:val="00BD6080"/>
    <w:rsid w:val="00C26373"/>
    <w:rsid w:val="00DC4F0C"/>
    <w:rsid w:val="00EF794E"/>
    <w:rsid w:val="00F6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6F42FD"/>
  <w14:discardImageEditingData/>
  <w14:defaultImageDpi w14:val="32767"/>
  <w15:chartTrackingRefBased/>
  <w15:docId w15:val="{1F9FF2A8-315A-431C-87FC-616975C43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e\Custom%20Office%20Templates\DinA6qu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DinA6quer.dotx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Henschel</dc:creator>
  <cp:keywords/>
  <dc:description/>
  <cp:lastModifiedBy>Regina Henschel</cp:lastModifiedBy>
  <cp:revision>2</cp:revision>
  <dcterms:created xsi:type="dcterms:W3CDTF">2023-11-10T11:59:00Z</dcterms:created>
  <dcterms:modified xsi:type="dcterms:W3CDTF">2023-11-10T12:05:00Z</dcterms:modified>
</cp:coreProperties>
</file>